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1C0284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Montcalm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051505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1C0284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1C0284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35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1C0284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49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1C0284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35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1C0284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71.4%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77.1%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22.9%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1C028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82.9%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1C0284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1C028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17.1%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1C0284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1C028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91.4%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2.9%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2.9%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1C02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2.9%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34.3%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1C0284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22.9%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25.7%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1C02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48.6%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57.1%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C02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57.1%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11.4%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8.6%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1C02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1C028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97.1%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1C028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2.9%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1C028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68.6%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51.4%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2.9%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5.7%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1C0284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440" w:type="dxa"/>
          </w:tcPr>
          <w:p w:rsidR="009B797D" w:rsidRPr="00797E2A" w:rsidRDefault="001C0284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17.1%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440" w:type="dxa"/>
          </w:tcPr>
          <w:p w:rsidR="008B42CE" w:rsidRPr="00797E2A" w:rsidRDefault="001C02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</w:tcPr>
          <w:p w:rsidR="008B42CE" w:rsidRPr="00797E2A" w:rsidRDefault="001C02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34.3%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440" w:type="dxa"/>
          </w:tcPr>
          <w:p w:rsidR="00ED0933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28.6%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440" w:type="dxa"/>
          </w:tcPr>
          <w:p w:rsidR="00ED0933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22.9%</w:t>
            </w:r>
          </w:p>
        </w:tc>
        <w:tc>
          <w:tcPr>
            <w:tcW w:w="889" w:type="pct"/>
          </w:tcPr>
          <w:p w:rsidR="004206F3" w:rsidRPr="000B28B6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77.1%</w:t>
            </w:r>
          </w:p>
        </w:tc>
        <w:tc>
          <w:tcPr>
            <w:tcW w:w="1011" w:type="pct"/>
          </w:tcPr>
          <w:p w:rsidR="004206F3" w:rsidRPr="000B28B6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31.4%</w:t>
            </w:r>
          </w:p>
        </w:tc>
        <w:tc>
          <w:tcPr>
            <w:tcW w:w="889" w:type="pct"/>
          </w:tcPr>
          <w:p w:rsidR="004206F3" w:rsidRPr="000B28B6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65.7%</w:t>
            </w:r>
          </w:p>
        </w:tc>
        <w:tc>
          <w:tcPr>
            <w:tcW w:w="1011" w:type="pct"/>
          </w:tcPr>
          <w:p w:rsidR="004206F3" w:rsidRPr="000B28B6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2.9%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65.7%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34.3%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31.4%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20.0%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5.7%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2250" w:type="dxa"/>
            <w:noWrap/>
          </w:tcPr>
          <w:p w:rsidR="004206F3" w:rsidRPr="00797E2A" w:rsidRDefault="001C02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2.9%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28.6%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22.9%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14.3%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11.4%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2.9%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54.3%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2.9%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51.4%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8.6%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C02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22.9%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11.4%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8.6%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2.9%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C02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45.7%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11.4%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22.9%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37.1%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70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48.6%</w:t>
            </w:r>
          </w:p>
        </w:tc>
        <w:tc>
          <w:tcPr>
            <w:tcW w:w="1435" w:type="dxa"/>
            <w:noWrap/>
          </w:tcPr>
          <w:p w:rsidR="00364F87" w:rsidRPr="00797E2A" w:rsidRDefault="001C02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2.9%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42.9%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45.7%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77.1%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45.7%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62.9%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62.9%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11.4%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1C02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8.6%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284" w:rsidRDefault="001C0284" w:rsidP="0035328A">
      <w:pPr>
        <w:spacing w:after="0" w:line="240" w:lineRule="auto"/>
      </w:pPr>
      <w:r>
        <w:separator/>
      </w:r>
    </w:p>
  </w:endnote>
  <w:endnote w:type="continuationSeparator" w:id="0">
    <w:p w:rsidR="001C0284" w:rsidRDefault="001C028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1C0284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284" w:rsidRDefault="001C0284" w:rsidP="0035328A">
      <w:pPr>
        <w:spacing w:after="0" w:line="240" w:lineRule="auto"/>
      </w:pPr>
      <w:r>
        <w:separator/>
      </w:r>
    </w:p>
  </w:footnote>
  <w:footnote w:type="continuationSeparator" w:id="0">
    <w:p w:rsidR="001C0284" w:rsidRDefault="001C028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84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1C0284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9B5BABCB-F49E-4692-B660-87A4C95A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7B5D4-0695-4E62-81BA-97B82DBB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